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CEE" w:rsidRPr="00AB6B19" w:rsidRDefault="00E94CEE" w:rsidP="00D02C18">
      <w:pPr>
        <w:spacing w:after="240"/>
        <w:jc w:val="center"/>
        <w:textAlignment w:val="baseline"/>
        <w:rPr>
          <w:rFonts w:ascii="Times New Roman" w:hAnsi="Times New Roman"/>
          <w:b/>
          <w:bCs/>
          <w:sz w:val="19"/>
          <w:szCs w:val="19"/>
          <w:lang w:eastAsia="ru-RU"/>
        </w:rPr>
      </w:pPr>
      <w:r w:rsidRPr="00AB6B19">
        <w:rPr>
          <w:rFonts w:ascii="Times New Roman" w:hAnsi="Times New Roman"/>
          <w:b/>
          <w:bCs/>
          <w:sz w:val="19"/>
          <w:szCs w:val="19"/>
          <w:lang w:eastAsia="ru-RU"/>
        </w:rPr>
        <w:t>Данные о формах и объемах поддержки граждан и организаций в осуществлении мероприятий в области энергосбережения и повышения энергетической эффективности, оказываемой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9355"/>
      </w:tblGrid>
      <w:tr w:rsidR="00E94CEE" w:rsidRPr="005A3C14" w:rsidTr="00626B03">
        <w:trPr>
          <w:trHeight w:val="12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</w:tcPr>
          <w:p w:rsidR="00E94CEE" w:rsidRPr="00AB6B19" w:rsidRDefault="00E94CEE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</w:tr>
      <w:tr w:rsidR="00E94CEE" w:rsidRPr="005A3C14" w:rsidTr="00626B03">
        <w:tc>
          <w:tcPr>
            <w:tcW w:w="1034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4CEE" w:rsidRPr="00AB6B19" w:rsidRDefault="00E94CEE" w:rsidP="00E7352F">
            <w:pPr>
              <w:jc w:val="center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Администрацией Щербаковского сельсовета Усть-Таркского района Новосибирской области</w:t>
            </w:r>
          </w:p>
        </w:tc>
      </w:tr>
      <w:tr w:rsidR="00E94CEE" w:rsidRPr="005A3C14" w:rsidTr="00626B03"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(наименование муниципального образования)</w:t>
            </w:r>
          </w:p>
        </w:tc>
      </w:tr>
    </w:tbl>
    <w:p w:rsidR="00E94CEE" w:rsidRPr="00AB6B19" w:rsidRDefault="00E94CEE" w:rsidP="00D02C18">
      <w:pPr>
        <w:ind w:firstLine="480"/>
        <w:jc w:val="left"/>
        <w:textAlignment w:val="baseline"/>
        <w:rPr>
          <w:rFonts w:ascii="Times New Roman" w:hAnsi="Times New Roman"/>
          <w:sz w:val="19"/>
          <w:szCs w:val="19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1933"/>
        <w:gridCol w:w="1961"/>
        <w:gridCol w:w="1961"/>
        <w:gridCol w:w="1820"/>
        <w:gridCol w:w="1680"/>
      </w:tblGrid>
      <w:tr w:rsidR="00E94CEE" w:rsidRPr="005A3C14" w:rsidTr="00626B03">
        <w:trPr>
          <w:trHeight w:val="12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:rsidR="00E94CEE" w:rsidRPr="00AB6B19" w:rsidRDefault="00E94CEE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E94CEE" w:rsidRPr="00AB6B19" w:rsidRDefault="00E94CEE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</w:tcPr>
          <w:p w:rsidR="00E94CEE" w:rsidRPr="00AB6B19" w:rsidRDefault="00E94CEE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:rsidR="00E94CEE" w:rsidRPr="00AB6B19" w:rsidRDefault="00E94CEE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</w:tcPr>
          <w:p w:rsidR="00E94CEE" w:rsidRPr="00AB6B19" w:rsidRDefault="00E94CEE" w:rsidP="00626B03">
            <w:pPr>
              <w:jc w:val="left"/>
              <w:rPr>
                <w:rFonts w:ascii="Times New Roman" w:hAnsi="Times New Roman"/>
                <w:sz w:val="2"/>
                <w:szCs w:val="19"/>
                <w:lang w:eastAsia="ru-RU"/>
              </w:rPr>
            </w:pPr>
          </w:p>
        </w:tc>
      </w:tr>
      <w:tr w:rsidR="00E94CEE" w:rsidRPr="005A3C14" w:rsidTr="00626B03"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Код муниципального</w:t>
            </w: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br/>
              <w:t>образования по</w:t>
            </w: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br/>
              <w:t>ОКТМО</w:t>
            </w:r>
          </w:p>
        </w:tc>
        <w:tc>
          <w:tcPr>
            <w:tcW w:w="4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Объем и форма поддержки граждан в осуществлении мероприятий в области энергосбережения и повышения энергетической эффективности</w:t>
            </w:r>
          </w:p>
        </w:tc>
        <w:tc>
          <w:tcPr>
            <w:tcW w:w="3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Объем и форма поддержки организаций в осуществлении мероприятий в области энергосбережения и повышения энергетической эффективности</w:t>
            </w:r>
          </w:p>
        </w:tc>
      </w:tr>
      <w:tr w:rsidR="00E94CEE" w:rsidRPr="005A3C14" w:rsidTr="00E7352F">
        <w:tc>
          <w:tcPr>
            <w:tcW w:w="20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форма поддержки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сумма поддержки (тыс. рублей)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форма поддержки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t>сумма поддержки</w:t>
            </w:r>
            <w:r w:rsidRPr="00AB6B19">
              <w:rPr>
                <w:rFonts w:ascii="Times New Roman" w:hAnsi="Times New Roman"/>
                <w:sz w:val="19"/>
                <w:szCs w:val="19"/>
                <w:lang w:eastAsia="ru-RU"/>
              </w:rPr>
              <w:br/>
              <w:t>(тыс. рублей)</w:t>
            </w:r>
          </w:p>
        </w:tc>
      </w:tr>
      <w:tr w:rsidR="00E94CEE" w:rsidRPr="005A3C14" w:rsidTr="00E7352F">
        <w:tc>
          <w:tcPr>
            <w:tcW w:w="20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50655427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/>
                <w:sz w:val="19"/>
                <w:szCs w:val="19"/>
                <w:lang w:eastAsia="ru-RU"/>
              </w:rPr>
              <w:t>0</w:t>
            </w:r>
          </w:p>
        </w:tc>
      </w:tr>
      <w:tr w:rsidR="00E94CEE" w:rsidRPr="005A3C14" w:rsidTr="00E7352F">
        <w:tc>
          <w:tcPr>
            <w:tcW w:w="20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  <w:tr w:rsidR="00E94CEE" w:rsidRPr="005A3C14" w:rsidTr="00626B03">
        <w:tc>
          <w:tcPr>
            <w:tcW w:w="20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left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E94CEE" w:rsidRPr="00AB6B19" w:rsidRDefault="00E94CEE" w:rsidP="00626B03">
            <w:pPr>
              <w:jc w:val="center"/>
              <w:textAlignment w:val="baseline"/>
              <w:rPr>
                <w:rFonts w:ascii="Times New Roman" w:hAnsi="Times New Roman"/>
                <w:sz w:val="19"/>
                <w:szCs w:val="19"/>
                <w:lang w:eastAsia="ru-RU"/>
              </w:rPr>
            </w:pPr>
          </w:p>
        </w:tc>
      </w:tr>
    </w:tbl>
    <w:p w:rsidR="00E94CEE" w:rsidRPr="00AB6B19" w:rsidRDefault="00E94CEE" w:rsidP="00D02C18">
      <w:pPr>
        <w:jc w:val="right"/>
        <w:textAlignment w:val="baseline"/>
        <w:rPr>
          <w:rFonts w:ascii="Times New Roman" w:hAnsi="Times New Roman"/>
          <w:sz w:val="19"/>
          <w:szCs w:val="19"/>
          <w:lang w:eastAsia="ru-RU"/>
        </w:rPr>
      </w:pPr>
      <w:r w:rsidRPr="00AB6B19">
        <w:rPr>
          <w:rFonts w:ascii="Times New Roman" w:hAnsi="Times New Roman"/>
          <w:sz w:val="19"/>
          <w:szCs w:val="19"/>
          <w:lang w:eastAsia="ru-RU"/>
        </w:rPr>
        <w:t>     </w:t>
      </w:r>
    </w:p>
    <w:p w:rsidR="00E94CEE" w:rsidRPr="00AB6B19" w:rsidRDefault="00E94CEE" w:rsidP="00D02C18">
      <w:pPr>
        <w:jc w:val="left"/>
        <w:textAlignment w:val="baseline"/>
        <w:rPr>
          <w:rFonts w:ascii="Times New Roman" w:hAnsi="Times New Roman"/>
          <w:sz w:val="19"/>
          <w:szCs w:val="19"/>
          <w:lang w:eastAsia="ru-RU"/>
        </w:rPr>
      </w:pPr>
      <w:r w:rsidRPr="00AB6B19">
        <w:rPr>
          <w:rFonts w:ascii="Times New Roman" w:hAnsi="Times New Roman"/>
          <w:sz w:val="19"/>
          <w:szCs w:val="19"/>
          <w:lang w:eastAsia="ru-RU"/>
        </w:rPr>
        <w:t>     </w:t>
      </w:r>
    </w:p>
    <w:sectPr w:rsidR="00E94CEE" w:rsidRPr="00AB6B19" w:rsidSect="00FC4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2C18"/>
    <w:rsid w:val="00091031"/>
    <w:rsid w:val="00091A38"/>
    <w:rsid w:val="000C13B5"/>
    <w:rsid w:val="001007E3"/>
    <w:rsid w:val="00123ACA"/>
    <w:rsid w:val="00160F6E"/>
    <w:rsid w:val="001B32C4"/>
    <w:rsid w:val="001E1C23"/>
    <w:rsid w:val="001E40FA"/>
    <w:rsid w:val="001E714C"/>
    <w:rsid w:val="00213A1A"/>
    <w:rsid w:val="00225632"/>
    <w:rsid w:val="00246A6B"/>
    <w:rsid w:val="00261CF1"/>
    <w:rsid w:val="002807D4"/>
    <w:rsid w:val="002B6523"/>
    <w:rsid w:val="002C6549"/>
    <w:rsid w:val="002D07B3"/>
    <w:rsid w:val="002D636A"/>
    <w:rsid w:val="002E30F8"/>
    <w:rsid w:val="002F1014"/>
    <w:rsid w:val="00310F7F"/>
    <w:rsid w:val="00346FE4"/>
    <w:rsid w:val="00373CF3"/>
    <w:rsid w:val="003837AB"/>
    <w:rsid w:val="003D1B1A"/>
    <w:rsid w:val="003D67B1"/>
    <w:rsid w:val="003F35A3"/>
    <w:rsid w:val="003F59EE"/>
    <w:rsid w:val="00403588"/>
    <w:rsid w:val="00443672"/>
    <w:rsid w:val="0048195B"/>
    <w:rsid w:val="00483520"/>
    <w:rsid w:val="004B2514"/>
    <w:rsid w:val="004B5E34"/>
    <w:rsid w:val="004D2323"/>
    <w:rsid w:val="004E51A3"/>
    <w:rsid w:val="00511CA7"/>
    <w:rsid w:val="00516AEF"/>
    <w:rsid w:val="005215FA"/>
    <w:rsid w:val="00532FA6"/>
    <w:rsid w:val="005835CF"/>
    <w:rsid w:val="005A3C14"/>
    <w:rsid w:val="005A7A45"/>
    <w:rsid w:val="005D3E24"/>
    <w:rsid w:val="005F4B39"/>
    <w:rsid w:val="00621385"/>
    <w:rsid w:val="00626B03"/>
    <w:rsid w:val="006575B4"/>
    <w:rsid w:val="0067256E"/>
    <w:rsid w:val="006757AC"/>
    <w:rsid w:val="00691B03"/>
    <w:rsid w:val="006A4B16"/>
    <w:rsid w:val="006B348D"/>
    <w:rsid w:val="006C1AF5"/>
    <w:rsid w:val="00705653"/>
    <w:rsid w:val="00706315"/>
    <w:rsid w:val="00706CD1"/>
    <w:rsid w:val="00713705"/>
    <w:rsid w:val="007271F4"/>
    <w:rsid w:val="00760556"/>
    <w:rsid w:val="0078288F"/>
    <w:rsid w:val="007B228D"/>
    <w:rsid w:val="007B4946"/>
    <w:rsid w:val="007B5A05"/>
    <w:rsid w:val="007B5F0F"/>
    <w:rsid w:val="007C11B1"/>
    <w:rsid w:val="007C1A48"/>
    <w:rsid w:val="007E2601"/>
    <w:rsid w:val="007E3FDE"/>
    <w:rsid w:val="00804990"/>
    <w:rsid w:val="00807932"/>
    <w:rsid w:val="008148E4"/>
    <w:rsid w:val="00865F7D"/>
    <w:rsid w:val="00872D4C"/>
    <w:rsid w:val="00896B7E"/>
    <w:rsid w:val="0089707A"/>
    <w:rsid w:val="008C51CE"/>
    <w:rsid w:val="008C7B66"/>
    <w:rsid w:val="008D7FEB"/>
    <w:rsid w:val="008F6730"/>
    <w:rsid w:val="009136AD"/>
    <w:rsid w:val="009449B4"/>
    <w:rsid w:val="009870E4"/>
    <w:rsid w:val="00997605"/>
    <w:rsid w:val="009D38A4"/>
    <w:rsid w:val="009D737D"/>
    <w:rsid w:val="00A11A86"/>
    <w:rsid w:val="00A13FDB"/>
    <w:rsid w:val="00A27911"/>
    <w:rsid w:val="00A349F3"/>
    <w:rsid w:val="00A638FC"/>
    <w:rsid w:val="00A86047"/>
    <w:rsid w:val="00A900A8"/>
    <w:rsid w:val="00AB25C0"/>
    <w:rsid w:val="00AB6B19"/>
    <w:rsid w:val="00AC6C53"/>
    <w:rsid w:val="00B14720"/>
    <w:rsid w:val="00B25A4E"/>
    <w:rsid w:val="00B26B36"/>
    <w:rsid w:val="00B46C76"/>
    <w:rsid w:val="00B52EFB"/>
    <w:rsid w:val="00B53276"/>
    <w:rsid w:val="00B70669"/>
    <w:rsid w:val="00B93549"/>
    <w:rsid w:val="00BB237D"/>
    <w:rsid w:val="00BB27C7"/>
    <w:rsid w:val="00BC6986"/>
    <w:rsid w:val="00BE559E"/>
    <w:rsid w:val="00C53388"/>
    <w:rsid w:val="00C65827"/>
    <w:rsid w:val="00C660F3"/>
    <w:rsid w:val="00C678B5"/>
    <w:rsid w:val="00C81196"/>
    <w:rsid w:val="00C96C8D"/>
    <w:rsid w:val="00CA70BD"/>
    <w:rsid w:val="00CB373C"/>
    <w:rsid w:val="00CD1382"/>
    <w:rsid w:val="00CF3528"/>
    <w:rsid w:val="00D02C18"/>
    <w:rsid w:val="00D63D37"/>
    <w:rsid w:val="00D658E6"/>
    <w:rsid w:val="00D719CE"/>
    <w:rsid w:val="00D85A80"/>
    <w:rsid w:val="00DA411A"/>
    <w:rsid w:val="00DD4AD8"/>
    <w:rsid w:val="00DD7CFD"/>
    <w:rsid w:val="00DE4675"/>
    <w:rsid w:val="00E0073E"/>
    <w:rsid w:val="00E277B5"/>
    <w:rsid w:val="00E3644F"/>
    <w:rsid w:val="00E55353"/>
    <w:rsid w:val="00E732CC"/>
    <w:rsid w:val="00E7352F"/>
    <w:rsid w:val="00E76755"/>
    <w:rsid w:val="00E94CEE"/>
    <w:rsid w:val="00E95651"/>
    <w:rsid w:val="00EA3FEB"/>
    <w:rsid w:val="00EE7A98"/>
    <w:rsid w:val="00EF29B5"/>
    <w:rsid w:val="00EF514B"/>
    <w:rsid w:val="00EF77FB"/>
    <w:rsid w:val="00F00EE7"/>
    <w:rsid w:val="00F260DE"/>
    <w:rsid w:val="00F26697"/>
    <w:rsid w:val="00F41DE8"/>
    <w:rsid w:val="00F56EAF"/>
    <w:rsid w:val="00F6272D"/>
    <w:rsid w:val="00F9747F"/>
    <w:rsid w:val="00FA0FA9"/>
    <w:rsid w:val="00FA63E7"/>
    <w:rsid w:val="00FC4D5C"/>
    <w:rsid w:val="00FD7EEA"/>
    <w:rsid w:val="00FF6F16"/>
    <w:rsid w:val="00FF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C1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110</Words>
  <Characters>631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</dc:creator>
  <cp:keywords/>
  <dc:description/>
  <cp:lastModifiedBy>USER</cp:lastModifiedBy>
  <cp:revision>4</cp:revision>
  <dcterms:created xsi:type="dcterms:W3CDTF">2021-12-17T08:53:00Z</dcterms:created>
  <dcterms:modified xsi:type="dcterms:W3CDTF">2021-12-20T05:36:00Z</dcterms:modified>
</cp:coreProperties>
</file>